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4273" w14:textId="77777777" w:rsidR="005C4EDC" w:rsidRDefault="005C4EDC"/>
    <w:p w14:paraId="6C5A17C8" w14:textId="77777777" w:rsidR="00FE02CA" w:rsidRDefault="00FE02CA"/>
    <w:p w14:paraId="574F43F9" w14:textId="77777777" w:rsidR="00FE02CA" w:rsidRDefault="00FE02CA"/>
    <w:p w14:paraId="16EF8C17" w14:textId="77777777" w:rsidR="00FE02CA" w:rsidRDefault="00FE02CA"/>
    <w:p w14:paraId="7EDDFFA8" w14:textId="77777777" w:rsidR="00FE02CA" w:rsidRDefault="00FE02CA"/>
    <w:p w14:paraId="25A5BDCE" w14:textId="193911CF" w:rsidR="00FE02CA" w:rsidRDefault="00FE02CA" w:rsidP="00FE02CA">
      <w:pPr>
        <w:jc w:val="right"/>
        <w:rPr>
          <w:rFonts w:ascii="Times New Roman" w:hAnsi="Times New Roman" w:cs="Times New Roman"/>
          <w:sz w:val="24"/>
          <w:szCs w:val="24"/>
        </w:rPr>
      </w:pPr>
      <w:r w:rsidRPr="00FE02CA">
        <w:rPr>
          <w:rFonts w:ascii="Times New Roman" w:hAnsi="Times New Roman" w:cs="Times New Roman"/>
          <w:sz w:val="24"/>
          <w:szCs w:val="24"/>
        </w:rPr>
        <w:fldChar w:fldCharType="begin"/>
      </w:r>
      <w:r w:rsidRPr="00FE02CA">
        <w:rPr>
          <w:rFonts w:ascii="Times New Roman" w:hAnsi="Times New Roman" w:cs="Times New Roman"/>
          <w:sz w:val="24"/>
          <w:szCs w:val="24"/>
          <w:lang w:val="et-EE"/>
        </w:rPr>
        <w:instrText xml:space="preserve"> TIME \@ "dddd, d. MMMM yyyy" </w:instrText>
      </w:r>
      <w:r w:rsidRPr="00FE02CA">
        <w:rPr>
          <w:rFonts w:ascii="Times New Roman" w:hAnsi="Times New Roman" w:cs="Times New Roman"/>
          <w:sz w:val="24"/>
          <w:szCs w:val="24"/>
        </w:rPr>
        <w:fldChar w:fldCharType="separate"/>
      </w:r>
      <w:r w:rsidR="00851504">
        <w:rPr>
          <w:rFonts w:ascii="Times New Roman" w:hAnsi="Times New Roman" w:cs="Times New Roman"/>
          <w:noProof/>
          <w:sz w:val="24"/>
          <w:szCs w:val="24"/>
          <w:lang w:val="et-EE"/>
        </w:rPr>
        <w:t>reede, 14. aprill 2023</w:t>
      </w:r>
      <w:r w:rsidRPr="00FE02CA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6F3F5B" w14:textId="77777777" w:rsidR="00FE02CA" w:rsidRDefault="00FE02CA" w:rsidP="00FE02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DE76C0" w14:textId="77777777" w:rsidR="00FE02CA" w:rsidRDefault="00FE02CA" w:rsidP="00FE02CA">
      <w:pPr>
        <w:jc w:val="right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Ettevõte"/>
        <w:tag w:val=""/>
        <w:id w:val="-1292205331"/>
        <w:placeholder>
          <w:docPart w:val="AB5C587966C94275968F513F3B1F6691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14:paraId="517E84C8" w14:textId="78EA8730" w:rsidR="00FE02CA" w:rsidRPr="00FE02CA" w:rsidRDefault="00851504" w:rsidP="00FE02CA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  <w:lang w:val="et-EE"/>
            </w:rPr>
            <w:t>Riigimetsa Majandamise Keskus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alias w:val="Juhataja"/>
        <w:tag w:val=""/>
        <w:id w:val="529915578"/>
        <w:placeholder>
          <w:docPart w:val="A77DF3AF14A8470694673A4FBFC9BC0E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p w14:paraId="7DB8CF1C" w14:textId="0CBEF265" w:rsidR="00FE02CA" w:rsidRPr="00FE02CA" w:rsidRDefault="00851504" w:rsidP="00FE02CA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  <w:lang w:val="et-EE"/>
            </w:rPr>
            <w:t xml:space="preserve">Liia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  <w:lang w:val="et-EE"/>
            </w:rPr>
            <w:t>Tannbaum</w:t>
          </w:r>
          <w:proofErr w:type="spellEnd"/>
        </w:p>
      </w:sdtContent>
    </w:sdt>
    <w:p w14:paraId="35EE58F0" w14:textId="77777777" w:rsidR="00FE02CA" w:rsidRDefault="00FE02CA" w:rsidP="00FE02CA">
      <w:pPr>
        <w:rPr>
          <w:rFonts w:ascii="Times New Roman" w:hAnsi="Times New Roman" w:cs="Times New Roman"/>
          <w:sz w:val="24"/>
          <w:szCs w:val="24"/>
        </w:rPr>
      </w:pPr>
    </w:p>
    <w:p w14:paraId="13D6BB18" w14:textId="77777777" w:rsidR="00FE02CA" w:rsidRDefault="00FE02CA" w:rsidP="00FE02CA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sz w:val="28"/>
          <w:szCs w:val="28"/>
          <w:lang w:val="et-EE"/>
        </w:rPr>
        <w:alias w:val="Teema"/>
        <w:tag w:val=""/>
        <w:id w:val="372972755"/>
        <w:placeholder>
          <w:docPart w:val="76DBFCBEC878473D94E82F93381A252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2FD43B45" w14:textId="4AFA4369" w:rsidR="00930813" w:rsidRDefault="00851504" w:rsidP="00930813">
          <w:pPr>
            <w:rPr>
              <w:rFonts w:ascii="Times New Roman" w:hAnsi="Times New Roman" w:cs="Times New Roman"/>
              <w:sz w:val="28"/>
              <w:szCs w:val="28"/>
            </w:rPr>
          </w:pPr>
          <w:r w:rsidRPr="00851504">
            <w:rPr>
              <w:rFonts w:ascii="Times New Roman" w:hAnsi="Times New Roman" w:cs="Times New Roman"/>
              <w:sz w:val="28"/>
              <w:szCs w:val="28"/>
              <w:lang w:val="et-EE"/>
            </w:rPr>
            <w:t>Riigihanke 257584</w:t>
          </w:r>
          <w:r w:rsidRPr="00851504">
            <w:rPr>
              <w:rFonts w:ascii="Times New Roman" w:hAnsi="Times New Roman" w:cs="Times New Roman"/>
              <w:sz w:val="28"/>
              <w:szCs w:val="28"/>
              <w:lang w:val="et-EE"/>
            </w:rPr>
            <w:t xml:space="preserve"> </w:t>
          </w:r>
          <w:r w:rsidRPr="00851504">
            <w:rPr>
              <w:rFonts w:ascii="Times New Roman" w:hAnsi="Times New Roman" w:cs="Times New Roman"/>
              <w:sz w:val="28"/>
              <w:szCs w:val="28"/>
              <w:lang w:val="et-EE"/>
            </w:rPr>
            <w:t>töövõtulepingu pikendamine</w:t>
          </w:r>
        </w:p>
      </w:sdtContent>
    </w:sdt>
    <w:p w14:paraId="7BF29EB4" w14:textId="3F8AE3E6" w:rsidR="00FE02CA" w:rsidRDefault="0092444A" w:rsidP="00FE0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4547E" wp14:editId="3465ACA7">
                <wp:simplePos x="0" y="0"/>
                <wp:positionH relativeFrom="column">
                  <wp:posOffset>-6824</wp:posOffset>
                </wp:positionH>
                <wp:positionV relativeFrom="paragraph">
                  <wp:posOffset>8844</wp:posOffset>
                </wp:positionV>
                <wp:extent cx="5953760" cy="1460310"/>
                <wp:effectExtent l="0" t="0" r="8890" b="6985"/>
                <wp:wrapNone/>
                <wp:docPr id="214" name="Tekstiväli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760" cy="1460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5CD109" w14:textId="713EA695" w:rsidR="00851504" w:rsidRPr="0092444A" w:rsidRDefault="00F72BFF" w:rsidP="00851504">
                            <w:p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Hoone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 </w:t>
                            </w:r>
                            <w:r w:rsidR="009244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lammutamine, aadressil </w:t>
                            </w:r>
                            <w:r w:rsidR="00851504" w:rsidRP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Valga maakond, Valga vald, </w:t>
                            </w:r>
                            <w:proofErr w:type="spellStart"/>
                            <w:r w:rsidR="00851504" w:rsidRP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Tinu</w:t>
                            </w:r>
                            <w:proofErr w:type="spellEnd"/>
                            <w:r w:rsidR="00851504" w:rsidRP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 küla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,  töövõtulepingu nr </w:t>
                            </w:r>
                            <w:r w:rsidR="00851504" w:rsidRP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1-18/2022/163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t</w:t>
                            </w:r>
                            <w:r w:rsidR="00C02CD9" w:rsidRPr="002252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ööde teostamise tähtaeg on </w:t>
                            </w:r>
                            <w:r w:rsidR="00225232" w:rsidRPr="002252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3</w:t>
                            </w:r>
                            <w:r w:rsidR="00C14B1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0</w:t>
                            </w:r>
                            <w:r w:rsidR="00225232" w:rsidRPr="002252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.0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4</w:t>
                            </w:r>
                            <w:r w:rsidR="00225232" w:rsidRPr="002252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.2023. 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Töö teostamine on</w:t>
                            </w:r>
                            <w:r w:rsidR="0092444A" w:rsidRPr="009244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 kulgenud aeglasemalt kui alguses planeeritud</w:t>
                            </w:r>
                            <w:r w:rsidR="008270B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, </w:t>
                            </w:r>
                            <w:r w:rsidR="008270B3" w:rsidRPr="008270B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seda on suuresti takistanud 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kehvad</w:t>
                            </w:r>
                            <w:r w:rsidR="008270B3" w:rsidRPr="008270B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 xml:space="preserve"> ilmastikuolud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.</w:t>
                            </w:r>
                          </w:p>
                          <w:p w14:paraId="1D69CE2F" w14:textId="397917D1" w:rsidR="00092D12" w:rsidRPr="00225232" w:rsidRDefault="0092444A" w:rsidP="00092D12">
                            <w:pPr>
                              <w:spacing w:line="36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Pöördume Teie poole palvega pikendada tööde teostamise aega kuni 3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.0</w:t>
                            </w:r>
                            <w:r w:rsidR="00851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t-EE"/>
                              </w:rPr>
                              <w:t>.2023.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547E" id="_x0000_t202" coordsize="21600,21600" o:spt="202" path="m,l,21600r21600,l21600,xe">
                <v:stroke joinstyle="miter"/>
                <v:path gradientshapeok="t" o:connecttype="rect"/>
              </v:shapetype>
              <v:shape id="Tekstiväli 214" o:spid="_x0000_s1026" type="#_x0000_t202" style="position:absolute;margin-left:-.55pt;margin-top:.7pt;width:468.8pt;height:1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" fillcolor="white [3201]" stroked="f" strokeweight=".5pt">
                <v:textbox>
                  <w:txbxContent>
                    <w:p w14:paraId="2C5CD109" w14:textId="713EA695" w:rsidR="00851504" w:rsidRPr="0092444A" w:rsidRDefault="00F72BFF" w:rsidP="00851504">
                      <w:p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Hoone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 </w:t>
                      </w:r>
                      <w:r w:rsidR="0092444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lammutamine, aadressil </w:t>
                      </w:r>
                      <w:r w:rsidR="00851504" w:rsidRP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Valga maakond, Valga vald, </w:t>
                      </w:r>
                      <w:proofErr w:type="spellStart"/>
                      <w:r w:rsidR="00851504" w:rsidRP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Tinu</w:t>
                      </w:r>
                      <w:proofErr w:type="spellEnd"/>
                      <w:r w:rsidR="00851504" w:rsidRP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 küla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,  töövõtulepingu nr </w:t>
                      </w:r>
                      <w:r w:rsidR="00851504" w:rsidRPr="008515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1-18/2022/163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t</w:t>
                      </w:r>
                      <w:r w:rsidR="00C02CD9" w:rsidRPr="0022523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ööde teostamise tähtaeg on </w:t>
                      </w:r>
                      <w:r w:rsidR="00225232" w:rsidRPr="0022523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3</w:t>
                      </w:r>
                      <w:r w:rsidR="00C14B1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0</w:t>
                      </w:r>
                      <w:r w:rsidR="00225232" w:rsidRPr="0022523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.0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4</w:t>
                      </w:r>
                      <w:r w:rsidR="00225232" w:rsidRPr="0022523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.2023. 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Töö teostamine on</w:t>
                      </w:r>
                      <w:r w:rsidR="0092444A" w:rsidRPr="0092444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 kulgenud aeglasemalt kui alguses planeeritud</w:t>
                      </w:r>
                      <w:r w:rsidR="008270B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, </w:t>
                      </w:r>
                      <w:r w:rsidR="008270B3" w:rsidRPr="008270B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seda on suuresti takistanud 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kehvad</w:t>
                      </w:r>
                      <w:r w:rsidR="008270B3" w:rsidRPr="008270B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 xml:space="preserve"> ilmastikuolud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.</w:t>
                      </w:r>
                    </w:p>
                    <w:p w14:paraId="1D69CE2F" w14:textId="397917D1" w:rsidR="00092D12" w:rsidRPr="00225232" w:rsidRDefault="0092444A" w:rsidP="00092D12">
                      <w:pPr>
                        <w:spacing w:line="36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Pöördume Teie poole palvega pikendada tööde teostamise aega kuni 3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.0</w:t>
                      </w:r>
                      <w:r w:rsidR="0085150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t-EE"/>
                        </w:rPr>
                        <w:t>.2023.</w:t>
                      </w:r>
                    </w:p>
                  </w:txbxContent>
                </v:textbox>
              </v:shape>
            </w:pict>
          </mc:Fallback>
        </mc:AlternateContent>
      </w:r>
    </w:p>
    <w:p w14:paraId="25BF5B06" w14:textId="32BE09CE" w:rsidR="00FE02CA" w:rsidRDefault="00FE02CA" w:rsidP="00FE02CA">
      <w:pPr>
        <w:rPr>
          <w:rFonts w:ascii="Times New Roman" w:hAnsi="Times New Roman" w:cs="Times New Roman"/>
          <w:sz w:val="28"/>
          <w:szCs w:val="28"/>
        </w:rPr>
      </w:pPr>
    </w:p>
    <w:p w14:paraId="3913C3EE" w14:textId="77777777" w:rsidR="00FE02CA" w:rsidRDefault="00FE02CA" w:rsidP="00FE02CA">
      <w:pPr>
        <w:rPr>
          <w:rFonts w:ascii="Times New Roman" w:hAnsi="Times New Roman" w:cs="Times New Roman"/>
          <w:sz w:val="28"/>
          <w:szCs w:val="28"/>
        </w:rPr>
      </w:pPr>
    </w:p>
    <w:p w14:paraId="465057A1" w14:textId="77777777" w:rsidR="00FE02CA" w:rsidRDefault="00FE02CA" w:rsidP="00FE02CA">
      <w:pPr>
        <w:rPr>
          <w:rFonts w:ascii="Times New Roman" w:hAnsi="Times New Roman" w:cs="Times New Roman"/>
          <w:sz w:val="28"/>
          <w:szCs w:val="28"/>
        </w:rPr>
      </w:pPr>
    </w:p>
    <w:p w14:paraId="133E90FC" w14:textId="77777777" w:rsidR="00FE02CA" w:rsidRDefault="00FE02CA" w:rsidP="00FE02CA">
      <w:pPr>
        <w:rPr>
          <w:rFonts w:ascii="Times New Roman" w:hAnsi="Times New Roman" w:cs="Times New Roman"/>
          <w:sz w:val="28"/>
          <w:szCs w:val="28"/>
        </w:rPr>
      </w:pPr>
    </w:p>
    <w:p w14:paraId="624CD0B0" w14:textId="77777777" w:rsidR="00FE02CA" w:rsidRDefault="00FE02CA" w:rsidP="00FE02CA">
      <w:pPr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/>
          <w:sz w:val="24"/>
          <w:szCs w:val="24"/>
          <w:lang w:val="et-EE"/>
        </w:rPr>
        <w:alias w:val="Autor"/>
        <w:tag w:val=""/>
        <w:id w:val="-203022298"/>
        <w:placeholder>
          <w:docPart w:val="28AE8AD96F6345148A31C9FE8751B1F2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14:paraId="60019A7B" w14:textId="10F65A7E" w:rsidR="00FE02CA" w:rsidRDefault="00851504" w:rsidP="00FE02CA">
          <w:pPr>
            <w:rPr>
              <w:rFonts w:ascii="Times New Roman" w:hAnsi="Times New Roman" w:cs="Times New Roman"/>
              <w:sz w:val="24"/>
              <w:szCs w:val="24"/>
              <w:lang w:val="et-EE"/>
            </w:rPr>
          </w:pPr>
          <w:proofErr w:type="spellStart"/>
          <w:r>
            <w:rPr>
              <w:rFonts w:ascii="Times New Roman" w:hAnsi="Times New Roman" w:cs="Times New Roman"/>
              <w:sz w:val="24"/>
              <w:szCs w:val="24"/>
              <w:lang w:val="et-EE"/>
            </w:rPr>
            <w:t>Marico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  <w:lang w:val="et-EE"/>
            </w:rPr>
            <w:t xml:space="preserve"> Metall OÜ</w:t>
          </w:r>
        </w:p>
      </w:sdtContent>
    </w:sdt>
    <w:p w14:paraId="6F8FB7A6" w14:textId="3B8A6F26" w:rsidR="0092444A" w:rsidRPr="00FC5F99" w:rsidRDefault="00FC5F99" w:rsidP="00225232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FC5F99">
        <w:rPr>
          <w:rFonts w:ascii="Times New Roman" w:hAnsi="Times New Roman" w:cs="Times New Roman"/>
          <w:sz w:val="24"/>
          <w:szCs w:val="24"/>
          <w:lang w:val="et-EE"/>
        </w:rPr>
        <w:t>Marko Mägi</w:t>
      </w:r>
    </w:p>
    <w:p w14:paraId="4D7CB0F1" w14:textId="1D3DEF0C" w:rsidR="0092444A" w:rsidRPr="00FC5F99" w:rsidRDefault="00FC5F99" w:rsidP="00225232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FC5F99">
        <w:rPr>
          <w:rFonts w:ascii="Times New Roman" w:hAnsi="Times New Roman" w:cs="Times New Roman"/>
          <w:sz w:val="24"/>
          <w:szCs w:val="24"/>
          <w:lang w:val="et-EE"/>
        </w:rPr>
        <w:t>Juhatuse liige</w:t>
      </w:r>
    </w:p>
    <w:p w14:paraId="0FE2BB33" w14:textId="54E47208" w:rsidR="0046132E" w:rsidRPr="00851504" w:rsidRDefault="00225232" w:rsidP="00FE02CA">
      <w:pPr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225232">
        <w:rPr>
          <w:rFonts w:ascii="Times New Roman" w:hAnsi="Times New Roman" w:cs="Times New Roman"/>
          <w:i/>
          <w:iCs/>
          <w:sz w:val="24"/>
          <w:szCs w:val="24"/>
          <w:lang w:val="et-EE"/>
        </w:rPr>
        <w:t>/digitaalselt allkirjastatud/</w:t>
      </w:r>
    </w:p>
    <w:sectPr w:rsidR="0046132E" w:rsidRPr="00851504" w:rsidSect="00CF0CB1">
      <w:headerReference w:type="default" r:id="rId7"/>
      <w:pgSz w:w="12240" w:h="15840"/>
      <w:pgMar w:top="1440" w:right="1440" w:bottom="1440" w:left="1440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0034" w14:textId="77777777" w:rsidR="00A20793" w:rsidRDefault="00A20793" w:rsidP="001C1F0E">
      <w:pPr>
        <w:spacing w:after="0" w:line="240" w:lineRule="auto"/>
      </w:pPr>
      <w:r>
        <w:separator/>
      </w:r>
    </w:p>
  </w:endnote>
  <w:endnote w:type="continuationSeparator" w:id="0">
    <w:p w14:paraId="15F76FCE" w14:textId="77777777" w:rsidR="00A20793" w:rsidRDefault="00A20793" w:rsidP="001C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205B" w14:textId="77777777" w:rsidR="00A20793" w:rsidRDefault="00A20793" w:rsidP="001C1F0E">
      <w:pPr>
        <w:spacing w:after="0" w:line="240" w:lineRule="auto"/>
      </w:pPr>
      <w:r>
        <w:separator/>
      </w:r>
    </w:p>
  </w:footnote>
  <w:footnote w:type="continuationSeparator" w:id="0">
    <w:p w14:paraId="71EE85B9" w14:textId="77777777" w:rsidR="00A20793" w:rsidRDefault="00A20793" w:rsidP="001C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CC7D" w14:textId="77777777" w:rsidR="001C1F0E" w:rsidRDefault="001C1F0E">
    <w:pPr>
      <w:pStyle w:val="Pi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B942F2" wp14:editId="134A1DE6">
          <wp:simplePos x="0" y="0"/>
          <wp:positionH relativeFrom="margin">
            <wp:posOffset>4508500</wp:posOffset>
          </wp:positionH>
          <wp:positionV relativeFrom="margin">
            <wp:posOffset>-600075</wp:posOffset>
          </wp:positionV>
          <wp:extent cx="1776095" cy="1055370"/>
          <wp:effectExtent l="0" t="0" r="0" b="0"/>
          <wp:wrapSquare wrapText="bothSides"/>
          <wp:docPr id="212" name="Pilt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6095" cy="1055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7311B"/>
    <w:multiLevelType w:val="multilevel"/>
    <w:tmpl w:val="48DC901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26107E"/>
    <w:multiLevelType w:val="multilevel"/>
    <w:tmpl w:val="BEECF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ealkiri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0344049">
    <w:abstractNumId w:val="0"/>
  </w:num>
  <w:num w:numId="2" w16cid:durableId="844326318">
    <w:abstractNumId w:val="0"/>
  </w:num>
  <w:num w:numId="3" w16cid:durableId="72824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D9"/>
    <w:rsid w:val="00092D12"/>
    <w:rsid w:val="001C1F0E"/>
    <w:rsid w:val="00225232"/>
    <w:rsid w:val="00263F24"/>
    <w:rsid w:val="0046132E"/>
    <w:rsid w:val="005C4EDC"/>
    <w:rsid w:val="005F6FD4"/>
    <w:rsid w:val="00646CEB"/>
    <w:rsid w:val="00651AE7"/>
    <w:rsid w:val="006901EE"/>
    <w:rsid w:val="007B15BD"/>
    <w:rsid w:val="008270B3"/>
    <w:rsid w:val="00851504"/>
    <w:rsid w:val="0092444A"/>
    <w:rsid w:val="00930813"/>
    <w:rsid w:val="00A20793"/>
    <w:rsid w:val="00B1205F"/>
    <w:rsid w:val="00B414A7"/>
    <w:rsid w:val="00BE0AC9"/>
    <w:rsid w:val="00C02CD9"/>
    <w:rsid w:val="00C14B1E"/>
    <w:rsid w:val="00CF0CB1"/>
    <w:rsid w:val="00D40256"/>
    <w:rsid w:val="00E4614C"/>
    <w:rsid w:val="00EB541A"/>
    <w:rsid w:val="00F72BFF"/>
    <w:rsid w:val="00FC5F99"/>
    <w:rsid w:val="00FE02CA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ADCBF"/>
  <w15:chartTrackingRefBased/>
  <w15:docId w15:val="{7F0FB7C8-468D-4C4A-B476-238213D4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autoRedefine/>
    <w:qFormat/>
    <w:rsid w:val="00E4614C"/>
    <w:pPr>
      <w:keepNext/>
      <w:numPr>
        <w:numId w:val="2"/>
      </w:numPr>
      <w:spacing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ealkiri2">
    <w:name w:val="heading 2"/>
    <w:basedOn w:val="Normaallaad"/>
    <w:next w:val="Normaallaad"/>
    <w:link w:val="Pealkiri2Mrk"/>
    <w:autoRedefine/>
    <w:qFormat/>
    <w:rsid w:val="00E4614C"/>
    <w:pPr>
      <w:keepNext/>
      <w:numPr>
        <w:ilvl w:val="1"/>
        <w:numId w:val="3"/>
      </w:numPr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4614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ealkiri2Mrk">
    <w:name w:val="Pealkiri 2 Märk"/>
    <w:basedOn w:val="Liguvaikefont"/>
    <w:link w:val="Pealkiri2"/>
    <w:rsid w:val="00E4614C"/>
    <w:rPr>
      <w:rFonts w:ascii="Times New Roman" w:eastAsia="Times New Roman" w:hAnsi="Times New Roman" w:cs="Times New Roman"/>
      <w:b/>
      <w:sz w:val="24"/>
      <w:szCs w:val="20"/>
    </w:rPr>
  </w:style>
  <w:style w:type="paragraph" w:styleId="Pis">
    <w:name w:val="header"/>
    <w:basedOn w:val="Normaallaad"/>
    <w:link w:val="PisMrk"/>
    <w:uiPriority w:val="99"/>
    <w:unhideWhenUsed/>
    <w:rsid w:val="001C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C1F0E"/>
  </w:style>
  <w:style w:type="paragraph" w:styleId="Jalus">
    <w:name w:val="footer"/>
    <w:basedOn w:val="Normaallaad"/>
    <w:link w:val="JalusMrk"/>
    <w:uiPriority w:val="99"/>
    <w:unhideWhenUsed/>
    <w:rsid w:val="001C1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C1F0E"/>
  </w:style>
  <w:style w:type="character" w:styleId="Kohatitetekst">
    <w:name w:val="Placeholder Text"/>
    <w:basedOn w:val="Liguvaikefont"/>
    <w:uiPriority w:val="99"/>
    <w:semiHidden/>
    <w:rsid w:val="00FE02CA"/>
    <w:rPr>
      <w:color w:val="808080"/>
    </w:rPr>
  </w:style>
  <w:style w:type="character" w:styleId="Hperlink">
    <w:name w:val="Hyperlink"/>
    <w:basedOn w:val="Liguvaikefont"/>
    <w:uiPriority w:val="99"/>
    <w:unhideWhenUsed/>
    <w:rsid w:val="0046132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613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ina.audova\Dropbox\Personaliblanketid\marico%20metall_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5C587966C94275968F513F3B1F66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FFF7A9-ED1C-4B58-810B-B05B5AFF7342}"/>
      </w:docPartPr>
      <w:docPartBody>
        <w:p w:rsidR="00486FF6" w:rsidRDefault="00000000">
          <w:pPr>
            <w:pStyle w:val="AB5C587966C94275968F513F3B1F6691"/>
          </w:pPr>
          <w:r w:rsidRPr="00D431F8">
            <w:rPr>
              <w:rStyle w:val="Kohatitetekst"/>
            </w:rPr>
            <w:t>[Ettevõte]</w:t>
          </w:r>
        </w:p>
      </w:docPartBody>
    </w:docPart>
    <w:docPart>
      <w:docPartPr>
        <w:name w:val="A77DF3AF14A8470694673A4FBFC9BC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BD15B-A141-4BA1-8A3D-0426ACC01B22}"/>
      </w:docPartPr>
      <w:docPartBody>
        <w:p w:rsidR="00486FF6" w:rsidRDefault="00000000">
          <w:pPr>
            <w:pStyle w:val="A77DF3AF14A8470694673A4FBFC9BC0E"/>
          </w:pPr>
          <w:r w:rsidRPr="00D431F8">
            <w:rPr>
              <w:rStyle w:val="Kohatitetekst"/>
            </w:rPr>
            <w:t>[Juhataja]</w:t>
          </w:r>
        </w:p>
      </w:docPartBody>
    </w:docPart>
    <w:docPart>
      <w:docPartPr>
        <w:name w:val="76DBFCBEC878473D94E82F93381A252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5635E76-AAFF-4778-8C4F-2734AD2B0EB8}"/>
      </w:docPartPr>
      <w:docPartBody>
        <w:p w:rsidR="00486FF6" w:rsidRDefault="00000000">
          <w:pPr>
            <w:pStyle w:val="76DBFCBEC878473D94E82F93381A2526"/>
          </w:pPr>
          <w:r w:rsidRPr="00D431F8">
            <w:rPr>
              <w:rStyle w:val="Kohatitetekst"/>
            </w:rPr>
            <w:t>[Teema]</w:t>
          </w:r>
        </w:p>
      </w:docPartBody>
    </w:docPart>
    <w:docPart>
      <w:docPartPr>
        <w:name w:val="28AE8AD96F6345148A31C9FE8751B1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C77A34-2EF1-41D7-8A3A-37CF9C11BB4A}"/>
      </w:docPartPr>
      <w:docPartBody>
        <w:p w:rsidR="00486FF6" w:rsidRDefault="00000000">
          <w:pPr>
            <w:pStyle w:val="28AE8AD96F6345148A31C9FE8751B1F2"/>
          </w:pPr>
          <w:r w:rsidRPr="00D431F8">
            <w:rPr>
              <w:rStyle w:val="Kohatiteteks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0B"/>
    <w:rsid w:val="002453C4"/>
    <w:rsid w:val="002E460B"/>
    <w:rsid w:val="0033182B"/>
    <w:rsid w:val="0048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AB5C587966C94275968F513F3B1F6691">
    <w:name w:val="AB5C587966C94275968F513F3B1F6691"/>
  </w:style>
  <w:style w:type="paragraph" w:customStyle="1" w:styleId="A77DF3AF14A8470694673A4FBFC9BC0E">
    <w:name w:val="A77DF3AF14A8470694673A4FBFC9BC0E"/>
  </w:style>
  <w:style w:type="paragraph" w:customStyle="1" w:styleId="76DBFCBEC878473D94E82F93381A2526">
    <w:name w:val="76DBFCBEC878473D94E82F93381A2526"/>
  </w:style>
  <w:style w:type="paragraph" w:customStyle="1" w:styleId="28AE8AD96F6345148A31C9FE8751B1F2">
    <w:name w:val="28AE8AD96F6345148A31C9FE8751B1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marico metall_kirjaplank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Manager>Liia Tannbaum</Manager>
  <Company>Riigimetsa Majandamise Keskus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Riigihanke 257584 töövõtulepingu pikendamine</dc:subject>
  <dc:creator>Marico Metall OÜ</dc:creator>
  <cp:keywords/>
  <dc:description/>
  <cp:lastModifiedBy>Kristiina Audova</cp:lastModifiedBy>
  <cp:revision>2</cp:revision>
  <dcterms:created xsi:type="dcterms:W3CDTF">2023-04-14T12:01:00Z</dcterms:created>
  <dcterms:modified xsi:type="dcterms:W3CDTF">2023-04-14T12:01:00Z</dcterms:modified>
</cp:coreProperties>
</file>